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/>
      </w:tblPr>
      <w:tblGrid>
        <w:gridCol w:w="804"/>
        <w:gridCol w:w="1050"/>
        <w:gridCol w:w="1845"/>
        <w:gridCol w:w="777"/>
        <w:gridCol w:w="960"/>
        <w:gridCol w:w="211"/>
        <w:gridCol w:w="1131"/>
        <w:gridCol w:w="26"/>
        <w:gridCol w:w="23"/>
        <w:gridCol w:w="914"/>
        <w:gridCol w:w="1979"/>
      </w:tblGrid>
      <w:tr w:rsidR="008B7923" w:rsidRPr="008356AD" w:rsidTr="0068287C">
        <w:trPr>
          <w:trHeight w:hRule="exact" w:val="576"/>
          <w:jc w:val="center"/>
        </w:trPr>
        <w:tc>
          <w:tcPr>
            <w:tcW w:w="972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8B7923" w:rsidRPr="00F66B0D" w:rsidRDefault="008B7923" w:rsidP="00F66B0D">
            <w:pPr>
              <w:pStyle w:val="Heading1"/>
            </w:pPr>
            <w:r w:rsidRPr="00F66B0D">
              <w:t>Travel Expenses</w:t>
            </w:r>
          </w:p>
        </w:tc>
      </w:tr>
      <w:tr w:rsidR="008B7923" w:rsidRPr="008356AD" w:rsidTr="0077502E">
        <w:trPr>
          <w:trHeight w:hRule="exact" w:val="317"/>
          <w:jc w:val="center"/>
        </w:trPr>
        <w:tc>
          <w:tcPr>
            <w:tcW w:w="806" w:type="dxa"/>
            <w:tcBorders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Name</w:t>
            </w:r>
          </w:p>
        </w:tc>
        <w:bookmarkStart w:id="0" w:name="Name"/>
        <w:tc>
          <w:tcPr>
            <w:tcW w:w="4889" w:type="dxa"/>
            <w:gridSpan w:val="5"/>
            <w:tcBorders>
              <w:left w:val="nil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0"/>
          </w:p>
        </w:tc>
        <w:tc>
          <w:tcPr>
            <w:tcW w:w="1141" w:type="dxa"/>
            <w:tcBorders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Employee ID</w:t>
            </w:r>
          </w:p>
        </w:tc>
        <w:bookmarkStart w:id="1" w:name="EmployeeID"/>
        <w:tc>
          <w:tcPr>
            <w:tcW w:w="2970" w:type="dxa"/>
            <w:gridSpan w:val="4"/>
            <w:tcBorders>
              <w:left w:val="nil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EmployeeID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"/>
          </w:p>
        </w:tc>
      </w:tr>
      <w:tr w:rsidR="008B7923" w:rsidRPr="008356AD" w:rsidTr="0077502E">
        <w:trPr>
          <w:trHeight w:hRule="exact" w:val="317"/>
          <w:jc w:val="center"/>
        </w:trPr>
        <w:tc>
          <w:tcPr>
            <w:tcW w:w="806" w:type="dxa"/>
            <w:tcBorders>
              <w:bottom w:val="single" w:sz="4" w:space="0" w:color="999999"/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E-mail</w:t>
            </w:r>
          </w:p>
        </w:tc>
        <w:bookmarkStart w:id="2" w:name="Email"/>
        <w:tc>
          <w:tcPr>
            <w:tcW w:w="4889" w:type="dxa"/>
            <w:gridSpan w:val="5"/>
            <w:tcBorders>
              <w:left w:val="nil"/>
              <w:bottom w:val="single" w:sz="4" w:space="0" w:color="999999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Email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"/>
          </w:p>
        </w:tc>
        <w:tc>
          <w:tcPr>
            <w:tcW w:w="1141" w:type="dxa"/>
            <w:tcBorders>
              <w:bottom w:val="single" w:sz="4" w:space="0" w:color="999999"/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Department</w:t>
            </w:r>
          </w:p>
        </w:tc>
        <w:bookmarkStart w:id="3" w:name="Dept"/>
        <w:tc>
          <w:tcPr>
            <w:tcW w:w="2970" w:type="dxa"/>
            <w:gridSpan w:val="4"/>
            <w:tcBorders>
              <w:left w:val="nil"/>
              <w:bottom w:val="single" w:sz="4" w:space="0" w:color="999999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Dept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"/>
          </w:p>
        </w:tc>
      </w:tr>
      <w:tr w:rsidR="008B7923" w:rsidRPr="008356AD" w:rsidTr="0068287C">
        <w:trPr>
          <w:trHeight w:hRule="exact" w:val="317"/>
          <w:jc w:val="center"/>
        </w:trPr>
        <w:tc>
          <w:tcPr>
            <w:tcW w:w="810" w:type="dxa"/>
            <w:tcBorders>
              <w:bottom w:val="single" w:sz="4" w:space="0" w:color="999999"/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Purpose</w:t>
            </w:r>
          </w:p>
        </w:tc>
        <w:bookmarkStart w:id="4" w:name="Purpose"/>
        <w:tc>
          <w:tcPr>
            <w:tcW w:w="4799" w:type="dxa"/>
            <w:gridSpan w:val="5"/>
            <w:tcBorders>
              <w:left w:val="nil"/>
              <w:bottom w:val="single" w:sz="4" w:space="0" w:color="999999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Purpose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"/>
          </w:p>
        </w:tc>
        <w:tc>
          <w:tcPr>
            <w:tcW w:w="1141" w:type="dxa"/>
            <w:tcBorders>
              <w:bottom w:val="single" w:sz="4" w:space="0" w:color="999999"/>
              <w:right w:val="nil"/>
            </w:tcBorders>
            <w:vAlign w:val="center"/>
          </w:tcPr>
          <w:p w:rsidR="008B7923" w:rsidRPr="008356AD" w:rsidRDefault="008B7923" w:rsidP="00F66B0D">
            <w:r w:rsidRPr="008356AD">
              <w:t>Approved by</w:t>
            </w:r>
          </w:p>
        </w:tc>
        <w:bookmarkStart w:id="5" w:name="Approved"/>
        <w:tc>
          <w:tcPr>
            <w:tcW w:w="2970" w:type="dxa"/>
            <w:gridSpan w:val="4"/>
            <w:tcBorders>
              <w:left w:val="nil"/>
              <w:bottom w:val="single" w:sz="4" w:space="0" w:color="999999"/>
            </w:tcBorders>
            <w:vAlign w:val="center"/>
          </w:tcPr>
          <w:p w:rsidR="008B7923" w:rsidRPr="008356AD" w:rsidRDefault="008B7923" w:rsidP="00F66B0D">
            <w:r w:rsidRPr="008356AD">
              <w:fldChar w:fldCharType="begin">
                <w:ffData>
                  <w:name w:val="Approved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"/>
          </w:p>
        </w:tc>
      </w:tr>
      <w:tr w:rsidR="008B792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Trip h</w:t>
            </w:r>
            <w:r w:rsidR="004826F3" w:rsidRPr="008356AD">
              <w:t>ours</w:t>
            </w:r>
          </w:p>
        </w:tc>
        <w:tc>
          <w:tcPr>
            <w:tcW w:w="1863" w:type="dxa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1874" w:type="dxa"/>
            <w:gridSpan w:val="3"/>
            <w:shd w:val="clear" w:color="auto" w:fill="EAEAEA"/>
            <w:vAlign w:val="center"/>
          </w:tcPr>
          <w:p w:rsidR="008B7923" w:rsidRPr="008356AD" w:rsidRDefault="008B7923" w:rsidP="00621D14">
            <w:pPr>
              <w:pStyle w:val="ColumnHeadings"/>
            </w:pPr>
            <w:r w:rsidRPr="008356AD">
              <w:t>Hours</w:t>
            </w:r>
          </w:p>
        </w:tc>
        <w:tc>
          <w:tcPr>
            <w:tcW w:w="4111" w:type="dxa"/>
            <w:gridSpan w:val="5"/>
            <w:shd w:val="clear" w:color="auto" w:fill="EAEAEA"/>
            <w:vAlign w:val="center"/>
          </w:tcPr>
          <w:p w:rsidR="008B7923" w:rsidRPr="008356AD" w:rsidRDefault="00B34BDF" w:rsidP="00621D14">
            <w:pPr>
              <w:pStyle w:val="ColumnHeadings"/>
            </w:pPr>
            <w:r w:rsidRPr="008356AD">
              <w:t>How s</w:t>
            </w:r>
            <w:r w:rsidR="004826F3" w:rsidRPr="008356AD">
              <w:t>pent</w:t>
            </w:r>
          </w:p>
        </w:tc>
      </w:tr>
      <w:tr w:rsidR="004826F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bookmarkStart w:id="6" w:name="TripDates1"/>
        <w:tc>
          <w:tcPr>
            <w:tcW w:w="1863" w:type="dxa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"/>
          </w:p>
        </w:tc>
        <w:bookmarkStart w:id="7" w:name="TripHours1"/>
        <w:tc>
          <w:tcPr>
            <w:tcW w:w="1874" w:type="dxa"/>
            <w:gridSpan w:val="3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Hour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7"/>
          </w:p>
        </w:tc>
        <w:bookmarkStart w:id="8" w:name="HowSpent1"/>
        <w:tc>
          <w:tcPr>
            <w:tcW w:w="4111" w:type="dxa"/>
            <w:gridSpan w:val="5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HowSpen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8"/>
          </w:p>
        </w:tc>
      </w:tr>
      <w:tr w:rsidR="004826F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bookmarkStart w:id="9" w:name="TripDates2"/>
        <w:tc>
          <w:tcPr>
            <w:tcW w:w="1863" w:type="dxa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9"/>
          </w:p>
        </w:tc>
        <w:bookmarkStart w:id="10" w:name="TripHours2"/>
        <w:tc>
          <w:tcPr>
            <w:tcW w:w="1874" w:type="dxa"/>
            <w:gridSpan w:val="3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Hour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0"/>
          </w:p>
        </w:tc>
        <w:bookmarkStart w:id="11" w:name="HowSpent2"/>
        <w:tc>
          <w:tcPr>
            <w:tcW w:w="4111" w:type="dxa"/>
            <w:gridSpan w:val="5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HowSpen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1"/>
          </w:p>
        </w:tc>
      </w:tr>
      <w:tr w:rsidR="004826F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bookmarkStart w:id="12" w:name="TripDates4"/>
        <w:tc>
          <w:tcPr>
            <w:tcW w:w="1863" w:type="dxa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Date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2"/>
          </w:p>
        </w:tc>
        <w:bookmarkStart w:id="13" w:name="TripHours3"/>
        <w:tc>
          <w:tcPr>
            <w:tcW w:w="1874" w:type="dxa"/>
            <w:gridSpan w:val="3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Hours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3"/>
          </w:p>
        </w:tc>
        <w:bookmarkStart w:id="14" w:name="HowSpent3"/>
        <w:tc>
          <w:tcPr>
            <w:tcW w:w="4111" w:type="dxa"/>
            <w:gridSpan w:val="5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HowSpent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4"/>
          </w:p>
        </w:tc>
      </w:tr>
      <w:tr w:rsidR="004826F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auto"/>
            <w:vAlign w:val="center"/>
          </w:tcPr>
          <w:p w:rsidR="004826F3" w:rsidRPr="008356AD" w:rsidRDefault="004826F3" w:rsidP="00F66B0D"/>
        </w:tc>
        <w:bookmarkStart w:id="15" w:name="TripDates5"/>
        <w:tc>
          <w:tcPr>
            <w:tcW w:w="1863" w:type="dxa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Dates5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5"/>
          </w:p>
        </w:tc>
        <w:bookmarkStart w:id="16" w:name="TripHours4"/>
        <w:tc>
          <w:tcPr>
            <w:tcW w:w="1874" w:type="dxa"/>
            <w:gridSpan w:val="3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TripHour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6"/>
          </w:p>
        </w:tc>
        <w:bookmarkStart w:id="17" w:name="HowSpent4"/>
        <w:tc>
          <w:tcPr>
            <w:tcW w:w="4111" w:type="dxa"/>
            <w:gridSpan w:val="5"/>
            <w:vAlign w:val="center"/>
          </w:tcPr>
          <w:p w:rsidR="004826F3" w:rsidRPr="008356AD" w:rsidRDefault="004826F3" w:rsidP="00F66B0D">
            <w:r w:rsidRPr="008356AD">
              <w:fldChar w:fldCharType="begin">
                <w:ffData>
                  <w:name w:val="HowSpent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7"/>
          </w:p>
        </w:tc>
      </w:tr>
      <w:tr w:rsidR="001A21FE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Expenses</w:t>
            </w:r>
          </w:p>
        </w:tc>
        <w:tc>
          <w:tcPr>
            <w:tcW w:w="1863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Dates</w:t>
            </w:r>
          </w:p>
        </w:tc>
        <w:tc>
          <w:tcPr>
            <w:tcW w:w="4076" w:type="dxa"/>
            <w:gridSpan w:val="7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Details</w:t>
            </w:r>
          </w:p>
        </w:tc>
        <w:tc>
          <w:tcPr>
            <w:tcW w:w="1909" w:type="dxa"/>
            <w:shd w:val="clear" w:color="auto" w:fill="EAEAEA"/>
            <w:vAlign w:val="center"/>
          </w:tcPr>
          <w:p w:rsidR="001A21FE" w:rsidRPr="008356AD" w:rsidRDefault="001A21FE" w:rsidP="00621D14">
            <w:pPr>
              <w:pStyle w:val="ColumnHeadings"/>
            </w:pPr>
            <w:r w:rsidRPr="008356AD">
              <w:t>Amount</w:t>
            </w:r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Transportation</w:t>
            </w:r>
          </w:p>
        </w:tc>
        <w:bookmarkStart w:id="18" w:name="TranspDates1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ransp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8"/>
          </w:p>
        </w:tc>
        <w:tc>
          <w:tcPr>
            <w:tcW w:w="783" w:type="dxa"/>
            <w:tcBorders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Ai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Air</w:t>
            </w:r>
          </w:p>
        </w:tc>
        <w:tc>
          <w:tcPr>
            <w:tcW w:w="968" w:type="dxa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ax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Taxi</w:t>
            </w:r>
          </w:p>
        </w:tc>
        <w:tc>
          <w:tcPr>
            <w:tcW w:w="1403" w:type="dxa"/>
            <w:gridSpan w:val="4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Rent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 xml:space="preserve">Rental </w:t>
            </w:r>
            <w:r w:rsidR="00B34BDF" w:rsidRPr="008356AD">
              <w:t>c</w:t>
            </w:r>
            <w:r w:rsidRPr="008356AD">
              <w:t>ar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Other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19" w:name="TranspAmt1"/>
            <w:r w:rsidRPr="008356AD">
              <w:fldChar w:fldCharType="begin">
                <w:ffData>
                  <w:name w:val="TranspAm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19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20" w:name="TranspDates2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ransp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0"/>
          </w:p>
        </w:tc>
        <w:tc>
          <w:tcPr>
            <w:tcW w:w="783" w:type="dxa"/>
            <w:tcBorders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Ai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Air</w:t>
            </w:r>
          </w:p>
        </w:tc>
        <w:tc>
          <w:tcPr>
            <w:tcW w:w="968" w:type="dxa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ax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Taxi</w:t>
            </w:r>
          </w:p>
        </w:tc>
        <w:tc>
          <w:tcPr>
            <w:tcW w:w="1403" w:type="dxa"/>
            <w:gridSpan w:val="4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Rent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="00B34BDF" w:rsidRPr="008356AD">
              <w:t>Rental c</w:t>
            </w:r>
            <w:r w:rsidRPr="008356AD">
              <w:t>ar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Other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21" w:name="TranspAmt2"/>
            <w:r w:rsidRPr="008356AD">
              <w:fldChar w:fldCharType="begin">
                <w:ffData>
                  <w:name w:val="TranspAm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1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22" w:name="TranspDates3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ranspDates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2"/>
          </w:p>
        </w:tc>
        <w:tc>
          <w:tcPr>
            <w:tcW w:w="783" w:type="dxa"/>
            <w:tcBorders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Ai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Air</w:t>
            </w:r>
          </w:p>
        </w:tc>
        <w:tc>
          <w:tcPr>
            <w:tcW w:w="968" w:type="dxa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ax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Taxi</w:t>
            </w:r>
          </w:p>
        </w:tc>
        <w:tc>
          <w:tcPr>
            <w:tcW w:w="1403" w:type="dxa"/>
            <w:gridSpan w:val="4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Rent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="00B34BDF" w:rsidRPr="008356AD">
              <w:t>Rental c</w:t>
            </w:r>
            <w:r w:rsidRPr="008356AD">
              <w:t>ar</w:t>
            </w:r>
          </w:p>
        </w:tc>
        <w:tc>
          <w:tcPr>
            <w:tcW w:w="922" w:type="dxa"/>
            <w:tcBorders>
              <w:lef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r w:rsidRPr="008356AD">
              <w:t>Other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23" w:name="TranspAmt3"/>
            <w:r w:rsidRPr="008356AD">
              <w:fldChar w:fldCharType="begin">
                <w:ffData>
                  <w:name w:val="TranspAmt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3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24" w:name="TranspDates4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ranspDate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4"/>
          </w:p>
        </w:tc>
        <w:bookmarkStart w:id="25" w:name="Air"/>
        <w:tc>
          <w:tcPr>
            <w:tcW w:w="783" w:type="dxa"/>
            <w:tcBorders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Ai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bookmarkEnd w:id="25"/>
            <w:r w:rsidRPr="008356AD">
              <w:t>Air</w:t>
            </w:r>
          </w:p>
        </w:tc>
        <w:bookmarkStart w:id="26" w:name="Taxi"/>
        <w:tc>
          <w:tcPr>
            <w:tcW w:w="968" w:type="dxa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Tax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bookmarkEnd w:id="26"/>
            <w:r w:rsidRPr="008356AD">
              <w:t>Taxi</w:t>
            </w:r>
          </w:p>
        </w:tc>
        <w:bookmarkStart w:id="27" w:name="Rental"/>
        <w:tc>
          <w:tcPr>
            <w:tcW w:w="1403" w:type="dxa"/>
            <w:gridSpan w:val="4"/>
            <w:tcBorders>
              <w:left w:val="nil"/>
              <w:righ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Rent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bookmarkEnd w:id="27"/>
            <w:r w:rsidRPr="008356AD">
              <w:t>Ren</w:t>
            </w:r>
            <w:r w:rsidR="00B34BDF" w:rsidRPr="008356AD">
              <w:t>tal c</w:t>
            </w:r>
            <w:r w:rsidRPr="008356AD">
              <w:t>ar</w:t>
            </w:r>
          </w:p>
        </w:tc>
        <w:bookmarkStart w:id="28" w:name="Other"/>
        <w:tc>
          <w:tcPr>
            <w:tcW w:w="922" w:type="dxa"/>
            <w:tcBorders>
              <w:left w:val="nil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6AD">
              <w:instrText xml:space="preserve"> FORMCHECKBOX </w:instrText>
            </w:r>
            <w:r w:rsidRPr="008356AD">
              <w:fldChar w:fldCharType="end"/>
            </w:r>
            <w:bookmarkEnd w:id="28"/>
            <w:r w:rsidRPr="008356AD">
              <w:t>Other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29" w:name="TranspAmt4"/>
            <w:r w:rsidRPr="008356AD">
              <w:fldChar w:fldCharType="begin">
                <w:ffData>
                  <w:name w:val="TranspAmt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29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B34BDF" w:rsidP="00621D14">
            <w:pPr>
              <w:pStyle w:val="ColumnHeadings"/>
            </w:pPr>
            <w:r w:rsidRPr="008356AD">
              <w:t>Own c</w:t>
            </w:r>
            <w:r w:rsidR="00DF6AC3" w:rsidRPr="008356AD">
              <w:t>ar</w:t>
            </w:r>
          </w:p>
        </w:tc>
        <w:bookmarkStart w:id="30" w:name="OwnCarDates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wnCarDates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0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Mileage </w:t>
            </w:r>
            <w:bookmarkStart w:id="31" w:name="Mileage"/>
            <w:r w:rsidRPr="008356AD">
              <w:fldChar w:fldCharType="begin">
                <w:ffData>
                  <w:name w:val="Mileage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1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32" w:name="OwnCarAmt"/>
            <w:r w:rsidRPr="008356AD">
              <w:fldChar w:fldCharType="begin">
                <w:ffData>
                  <w:name w:val="OwnCarAmt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2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Lodging</w:t>
            </w:r>
          </w:p>
        </w:tc>
        <w:bookmarkStart w:id="33" w:name="LodgingDates1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Lodging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3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Location </w:t>
            </w:r>
            <w:bookmarkStart w:id="34" w:name="Lodging1"/>
            <w:r w:rsidRPr="008356AD">
              <w:fldChar w:fldCharType="begin">
                <w:ffData>
                  <w:name w:val="Lodging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4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35" w:name="LodgingAmt1"/>
            <w:r w:rsidRPr="008356AD">
              <w:fldChar w:fldCharType="begin">
                <w:ffData>
                  <w:name w:val="LodgingAm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5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36" w:name="LodgingDates2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Lodging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6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Location </w:t>
            </w:r>
            <w:bookmarkStart w:id="37" w:name="Lodging2"/>
            <w:r w:rsidRPr="008356AD">
              <w:fldChar w:fldCharType="begin">
                <w:ffData>
                  <w:name w:val="Lodging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7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38" w:name="LodgingAmt2"/>
            <w:r w:rsidRPr="008356AD">
              <w:fldChar w:fldCharType="begin">
                <w:ffData>
                  <w:name w:val="LodgingAm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8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39" w:name="LodgingDates3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LodgingDates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39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Location </w:t>
            </w:r>
            <w:bookmarkStart w:id="40" w:name="Lodging3"/>
            <w:r w:rsidRPr="008356AD">
              <w:fldChar w:fldCharType="begin">
                <w:ffData>
                  <w:name w:val="Lodging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0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41" w:name="LodgingAmt3"/>
            <w:r w:rsidRPr="008356AD">
              <w:fldChar w:fldCharType="begin">
                <w:ffData>
                  <w:name w:val="LodgingAmt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1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42" w:name="LodgingDates4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LodgingDate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2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Location </w:t>
            </w:r>
            <w:bookmarkStart w:id="43" w:name="Lodging4"/>
            <w:r w:rsidRPr="008356AD">
              <w:fldChar w:fldCharType="begin">
                <w:ffData>
                  <w:name w:val="Lodging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3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44" w:name="LodgingAmt4"/>
            <w:r w:rsidRPr="008356AD">
              <w:fldChar w:fldCharType="begin">
                <w:ffData>
                  <w:name w:val="LodgingAmt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4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Meals</w:t>
            </w:r>
          </w:p>
        </w:tc>
        <w:bookmarkStart w:id="45" w:name="MealsDates1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Meals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5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r w:rsidRPr="008356AD">
              <w:fldChar w:fldCharType="begin">
                <w:ffData>
                  <w:name w:val="MealsAm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46" w:name="MealsDates2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Meals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6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47" w:name="MealsAmt2"/>
            <w:r w:rsidRPr="008356AD">
              <w:fldChar w:fldCharType="begin">
                <w:ffData>
                  <w:name w:val="MealsAm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7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48" w:name="MealsDates3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MealsDates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8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49" w:name="MealsAmt3"/>
            <w:r w:rsidRPr="008356AD">
              <w:fldChar w:fldCharType="begin">
                <w:ffData>
                  <w:name w:val="MealsAmt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49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50" w:name="MealsDates4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MealsDate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0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>(Not to exceed $50/day)</w:t>
            </w:r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51" w:name="MealsAmt4"/>
            <w:r w:rsidRPr="008356AD">
              <w:fldChar w:fldCharType="begin">
                <w:ffData>
                  <w:name w:val="MealsAmt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1"/>
          </w:p>
        </w:tc>
      </w:tr>
      <w:tr w:rsidR="002B44B4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  <w:r w:rsidRPr="008356AD">
              <w:t xml:space="preserve">Conference </w:t>
            </w:r>
            <w:r w:rsidR="00B34BDF" w:rsidRPr="008356AD">
              <w:t>f</w:t>
            </w:r>
            <w:r w:rsidRPr="008356AD">
              <w:t>ees</w:t>
            </w:r>
          </w:p>
        </w:tc>
        <w:bookmarkStart w:id="52" w:name="ConfDates1"/>
        <w:tc>
          <w:tcPr>
            <w:tcW w:w="1863" w:type="dxa"/>
            <w:vAlign w:val="center"/>
          </w:tcPr>
          <w:p w:rsidR="002B44B4" w:rsidRPr="008356AD" w:rsidRDefault="002B44B4" w:rsidP="00F66B0D">
            <w:r w:rsidRPr="008356AD">
              <w:fldChar w:fldCharType="begin">
                <w:ffData>
                  <w:name w:val="Conf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2"/>
          </w:p>
        </w:tc>
        <w:tc>
          <w:tcPr>
            <w:tcW w:w="4076" w:type="dxa"/>
            <w:gridSpan w:val="7"/>
            <w:vAlign w:val="center"/>
          </w:tcPr>
          <w:p w:rsidR="002B44B4" w:rsidRPr="008356AD" w:rsidRDefault="002B44B4" w:rsidP="00F66B0D">
            <w:r w:rsidRPr="008356AD">
              <w:t xml:space="preserve">Purpose </w:t>
            </w:r>
            <w:bookmarkStart w:id="53" w:name="ConfPurp1"/>
            <w:r w:rsidRPr="008356AD">
              <w:fldChar w:fldCharType="begin">
                <w:ffData>
                  <w:name w:val="ConfPurp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3"/>
          </w:p>
        </w:tc>
        <w:tc>
          <w:tcPr>
            <w:tcW w:w="1909" w:type="dxa"/>
            <w:vAlign w:val="center"/>
          </w:tcPr>
          <w:p w:rsidR="002B44B4" w:rsidRPr="008356AD" w:rsidRDefault="002B44B4" w:rsidP="0077502E">
            <w:pPr>
              <w:pStyle w:val="RightAligned"/>
            </w:pPr>
            <w:r w:rsidRPr="008356AD">
              <w:t>$</w:t>
            </w:r>
            <w:bookmarkStart w:id="54" w:name="ConfAmt1"/>
            <w:r w:rsidRPr="008356AD">
              <w:fldChar w:fldCharType="begin">
                <w:ffData>
                  <w:name w:val="ConfAm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4"/>
          </w:p>
        </w:tc>
      </w:tr>
      <w:tr w:rsidR="002B44B4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2B44B4" w:rsidRPr="008356AD" w:rsidRDefault="002B44B4" w:rsidP="00621D14">
            <w:pPr>
              <w:pStyle w:val="ColumnHeadings"/>
            </w:pPr>
          </w:p>
        </w:tc>
        <w:bookmarkStart w:id="55" w:name="ConfDates2"/>
        <w:tc>
          <w:tcPr>
            <w:tcW w:w="1863" w:type="dxa"/>
            <w:vAlign w:val="center"/>
          </w:tcPr>
          <w:p w:rsidR="002B44B4" w:rsidRPr="008356AD" w:rsidRDefault="002B44B4" w:rsidP="00F66B0D">
            <w:r w:rsidRPr="008356AD">
              <w:fldChar w:fldCharType="begin">
                <w:ffData>
                  <w:name w:val="Conf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5"/>
          </w:p>
        </w:tc>
        <w:tc>
          <w:tcPr>
            <w:tcW w:w="4076" w:type="dxa"/>
            <w:gridSpan w:val="7"/>
            <w:vAlign w:val="center"/>
          </w:tcPr>
          <w:p w:rsidR="002B44B4" w:rsidRPr="008356AD" w:rsidRDefault="002B44B4" w:rsidP="00F66B0D">
            <w:r w:rsidRPr="008356AD">
              <w:t xml:space="preserve">Purpose </w:t>
            </w:r>
            <w:bookmarkStart w:id="56" w:name="ConfPurp2"/>
            <w:r w:rsidRPr="008356AD">
              <w:fldChar w:fldCharType="begin">
                <w:ffData>
                  <w:name w:val="ConfPurp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6"/>
          </w:p>
        </w:tc>
        <w:tc>
          <w:tcPr>
            <w:tcW w:w="1909" w:type="dxa"/>
            <w:vAlign w:val="center"/>
          </w:tcPr>
          <w:p w:rsidR="002B44B4" w:rsidRPr="008356AD" w:rsidRDefault="002B44B4" w:rsidP="0077502E">
            <w:pPr>
              <w:pStyle w:val="RightAligned"/>
            </w:pPr>
            <w:r w:rsidRPr="008356AD">
              <w:t>$</w:t>
            </w:r>
            <w:bookmarkStart w:id="57" w:name="ConfAmt2"/>
            <w:r w:rsidRPr="008356AD">
              <w:fldChar w:fldCharType="begin">
                <w:ffData>
                  <w:name w:val="ConfAm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7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  <w:r w:rsidRPr="008356AD">
              <w:t>Other</w:t>
            </w:r>
          </w:p>
        </w:tc>
        <w:bookmarkStart w:id="58" w:name="OtherDates1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Dates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8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Purpose </w:t>
            </w:r>
            <w:bookmarkStart w:id="59" w:name="OtherPurpose1"/>
            <w:r w:rsidRPr="008356AD">
              <w:fldChar w:fldCharType="begin">
                <w:ffData>
                  <w:name w:val="OtherPurpose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59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60" w:name="OtherAmt1"/>
            <w:r w:rsidRPr="008356AD">
              <w:fldChar w:fldCharType="begin">
                <w:ffData>
                  <w:name w:val="OtherAmt1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0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61" w:name="OtherDates2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Dates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1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Purpose </w:t>
            </w:r>
            <w:bookmarkStart w:id="62" w:name="OtherPurpose2"/>
            <w:r w:rsidRPr="008356AD">
              <w:fldChar w:fldCharType="begin">
                <w:ffData>
                  <w:name w:val="OtherPurpose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2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63" w:name="OtherAmt2"/>
            <w:r w:rsidRPr="008356AD">
              <w:fldChar w:fldCharType="begin">
                <w:ffData>
                  <w:name w:val="OtherAmt2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3"/>
          </w:p>
        </w:tc>
      </w:tr>
      <w:tr w:rsidR="00DF6AC3" w:rsidRPr="008356AD" w:rsidTr="0068287C">
        <w:trPr>
          <w:trHeight w:hRule="exact" w:val="317"/>
          <w:jc w:val="center"/>
        </w:trPr>
        <w:tc>
          <w:tcPr>
            <w:tcW w:w="1872" w:type="dxa"/>
            <w:gridSpan w:val="2"/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64" w:name="OtherDates3"/>
        <w:tc>
          <w:tcPr>
            <w:tcW w:w="1863" w:type="dxa"/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Dates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4"/>
          </w:p>
        </w:tc>
        <w:tc>
          <w:tcPr>
            <w:tcW w:w="4076" w:type="dxa"/>
            <w:gridSpan w:val="7"/>
            <w:vAlign w:val="center"/>
          </w:tcPr>
          <w:p w:rsidR="00DF6AC3" w:rsidRPr="008356AD" w:rsidRDefault="00DF6AC3" w:rsidP="00F66B0D">
            <w:r w:rsidRPr="008356AD">
              <w:t xml:space="preserve">Purpose </w:t>
            </w:r>
            <w:bookmarkStart w:id="65" w:name="OtherPurpose3"/>
            <w:r w:rsidRPr="008356AD">
              <w:fldChar w:fldCharType="begin">
                <w:ffData>
                  <w:name w:val="OtherPurpose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5"/>
          </w:p>
        </w:tc>
        <w:tc>
          <w:tcPr>
            <w:tcW w:w="1909" w:type="dxa"/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66" w:name="OtherAmt3"/>
            <w:r w:rsidRPr="008356AD">
              <w:fldChar w:fldCharType="begin">
                <w:ffData>
                  <w:name w:val="OtherAmt3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6"/>
          </w:p>
        </w:tc>
      </w:tr>
      <w:tr w:rsidR="00DF6AC3" w:rsidRPr="008356AD" w:rsidTr="00621D14">
        <w:trPr>
          <w:trHeight w:hRule="exact" w:val="317"/>
          <w:jc w:val="center"/>
        </w:trPr>
        <w:tc>
          <w:tcPr>
            <w:tcW w:w="1872" w:type="dxa"/>
            <w:gridSpan w:val="2"/>
            <w:tcBorders>
              <w:bottom w:val="single" w:sz="4" w:space="0" w:color="999999"/>
            </w:tcBorders>
            <w:vAlign w:val="center"/>
          </w:tcPr>
          <w:p w:rsidR="00DF6AC3" w:rsidRPr="008356AD" w:rsidRDefault="00DF6AC3" w:rsidP="00621D14">
            <w:pPr>
              <w:pStyle w:val="ColumnHeadings"/>
            </w:pPr>
          </w:p>
        </w:tc>
        <w:bookmarkStart w:id="67" w:name="OtherDates4"/>
        <w:tc>
          <w:tcPr>
            <w:tcW w:w="1863" w:type="dxa"/>
            <w:tcBorders>
              <w:bottom w:val="single" w:sz="4" w:space="0" w:color="999999"/>
            </w:tcBorders>
            <w:vAlign w:val="center"/>
          </w:tcPr>
          <w:p w:rsidR="00DF6AC3" w:rsidRPr="008356AD" w:rsidRDefault="00DF6AC3" w:rsidP="00F66B0D">
            <w:r w:rsidRPr="008356AD">
              <w:fldChar w:fldCharType="begin">
                <w:ffData>
                  <w:name w:val="OtherDates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7"/>
          </w:p>
        </w:tc>
        <w:tc>
          <w:tcPr>
            <w:tcW w:w="4076" w:type="dxa"/>
            <w:gridSpan w:val="7"/>
            <w:tcBorders>
              <w:bottom w:val="single" w:sz="4" w:space="0" w:color="999999"/>
            </w:tcBorders>
            <w:vAlign w:val="center"/>
          </w:tcPr>
          <w:p w:rsidR="00DF6AC3" w:rsidRPr="008356AD" w:rsidRDefault="00DF6AC3" w:rsidP="00F66B0D">
            <w:r w:rsidRPr="008356AD">
              <w:t xml:space="preserve">Purpose </w:t>
            </w:r>
            <w:bookmarkStart w:id="68" w:name="OtherPurpose4"/>
            <w:r w:rsidRPr="008356AD">
              <w:fldChar w:fldCharType="begin">
                <w:ffData>
                  <w:name w:val="OtherPurpose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8"/>
          </w:p>
        </w:tc>
        <w:tc>
          <w:tcPr>
            <w:tcW w:w="1909" w:type="dxa"/>
            <w:tcBorders>
              <w:bottom w:val="single" w:sz="4" w:space="0" w:color="999999"/>
            </w:tcBorders>
            <w:vAlign w:val="center"/>
          </w:tcPr>
          <w:p w:rsidR="00DF6AC3" w:rsidRPr="008356AD" w:rsidRDefault="00DF6AC3" w:rsidP="0077502E">
            <w:pPr>
              <w:pStyle w:val="RightAligned"/>
            </w:pPr>
            <w:r w:rsidRPr="008356AD">
              <w:t>$</w:t>
            </w:r>
            <w:bookmarkStart w:id="69" w:name="OtherAmt4"/>
            <w:r w:rsidRPr="008356AD">
              <w:fldChar w:fldCharType="begin">
                <w:ffData>
                  <w:name w:val="OtherAmt4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69"/>
          </w:p>
        </w:tc>
      </w:tr>
      <w:tr w:rsidR="002B44B4" w:rsidRPr="008356AD" w:rsidTr="00621D14">
        <w:trPr>
          <w:trHeight w:hRule="exact" w:val="317"/>
          <w:jc w:val="center"/>
        </w:trPr>
        <w:tc>
          <w:tcPr>
            <w:tcW w:w="7811" w:type="dxa"/>
            <w:gridSpan w:val="10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Subtotal</w:t>
            </w:r>
          </w:p>
        </w:tc>
        <w:tc>
          <w:tcPr>
            <w:tcW w:w="1909" w:type="dxa"/>
            <w:shd w:val="clear" w:color="auto" w:fill="EAEAEA"/>
            <w:vAlign w:val="center"/>
          </w:tcPr>
          <w:p w:rsidR="002B44B4" w:rsidRPr="008356AD" w:rsidRDefault="002B44B4" w:rsidP="0077502E">
            <w:pPr>
              <w:pStyle w:val="RightAligned"/>
            </w:pPr>
            <w:r w:rsidRPr="008356AD">
              <w:t>$</w:t>
            </w:r>
            <w:bookmarkStart w:id="70" w:name="Subtotal"/>
            <w:r w:rsidRPr="008356AD">
              <w:fldChar w:fldCharType="begin">
                <w:ffData>
                  <w:name w:val="Subtotal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70"/>
          </w:p>
        </w:tc>
      </w:tr>
      <w:tr w:rsidR="002B44B4" w:rsidRPr="008356AD" w:rsidTr="00621D14">
        <w:trPr>
          <w:trHeight w:hRule="exact" w:val="317"/>
          <w:jc w:val="center"/>
        </w:trPr>
        <w:tc>
          <w:tcPr>
            <w:tcW w:w="7811" w:type="dxa"/>
            <w:gridSpan w:val="10"/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Less amount paid by company</w:t>
            </w:r>
          </w:p>
        </w:tc>
        <w:tc>
          <w:tcPr>
            <w:tcW w:w="1909" w:type="dxa"/>
            <w:shd w:val="clear" w:color="auto" w:fill="EAEAEA"/>
            <w:vAlign w:val="center"/>
          </w:tcPr>
          <w:p w:rsidR="002B44B4" w:rsidRPr="008356AD" w:rsidRDefault="002B44B4" w:rsidP="0077502E">
            <w:pPr>
              <w:pStyle w:val="RightAligned"/>
            </w:pPr>
            <w:r w:rsidRPr="008356AD">
              <w:t>$</w:t>
            </w:r>
            <w:bookmarkStart w:id="71" w:name="PaidbyCo"/>
            <w:r w:rsidR="0077502E">
              <w:t>(</w:t>
            </w:r>
            <w:r w:rsidRPr="008356AD">
              <w:fldChar w:fldCharType="begin">
                <w:ffData>
                  <w:name w:val="PaidbyCo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71"/>
            <w:r w:rsidR="0077502E">
              <w:t>)</w:t>
            </w:r>
          </w:p>
        </w:tc>
      </w:tr>
      <w:tr w:rsidR="002B44B4" w:rsidRPr="008356AD" w:rsidTr="00621D14">
        <w:trPr>
          <w:trHeight w:hRule="exact" w:val="317"/>
          <w:jc w:val="center"/>
        </w:trPr>
        <w:tc>
          <w:tcPr>
            <w:tcW w:w="7811" w:type="dxa"/>
            <w:gridSpan w:val="10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8356AD" w:rsidRDefault="002B44B4" w:rsidP="00621D14">
            <w:pPr>
              <w:pStyle w:val="RightAlignedBold"/>
            </w:pPr>
            <w:r w:rsidRPr="008356AD">
              <w:t>Total amount owing to employee</w:t>
            </w:r>
          </w:p>
        </w:tc>
        <w:tc>
          <w:tcPr>
            <w:tcW w:w="1909" w:type="dxa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8356AD" w:rsidRDefault="002B44B4" w:rsidP="0077502E">
            <w:pPr>
              <w:pStyle w:val="RightAligned"/>
            </w:pPr>
            <w:r w:rsidRPr="008356AD">
              <w:t>$</w:t>
            </w:r>
            <w:bookmarkStart w:id="72" w:name="Total"/>
            <w:r w:rsidRPr="008356AD">
              <w:fldChar w:fldCharType="begin">
                <w:ffData>
                  <w:name w:val="Total"/>
                  <w:enabled/>
                  <w:calcOnExit w:val="0"/>
                  <w:textInput/>
                </w:ffData>
              </w:fldChar>
            </w:r>
            <w:r w:rsidRPr="008356AD">
              <w:instrText xml:space="preserve"> FORMTEXT </w:instrText>
            </w:r>
            <w:r w:rsidRPr="008356AD">
              <w:fldChar w:fldCharType="separate"/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rPr>
                <w:rFonts w:eastAsia="MS Mincho" w:hint="eastAsia"/>
              </w:rPr>
              <w:t> </w:t>
            </w:r>
            <w:r w:rsidRPr="008356AD">
              <w:fldChar w:fldCharType="end"/>
            </w:r>
            <w:bookmarkEnd w:id="72"/>
          </w:p>
        </w:tc>
      </w:tr>
      <w:tr w:rsidR="00353246" w:rsidRPr="008356AD" w:rsidTr="0068287C">
        <w:trPr>
          <w:trHeight w:hRule="exact" w:val="317"/>
          <w:jc w:val="center"/>
        </w:trPr>
        <w:tc>
          <w:tcPr>
            <w:tcW w:w="6866" w:type="dxa"/>
            <w:gridSpan w:val="8"/>
            <w:tcBorders>
              <w:bottom w:val="nil"/>
            </w:tcBorders>
            <w:vAlign w:val="center"/>
          </w:tcPr>
          <w:p w:rsidR="00353246" w:rsidRPr="008356AD" w:rsidRDefault="00F66B0D" w:rsidP="00F66B0D">
            <w:r w:rsidRPr="008356AD">
              <w:t>Signature</w:t>
            </w:r>
          </w:p>
        </w:tc>
        <w:tc>
          <w:tcPr>
            <w:tcW w:w="2854" w:type="dxa"/>
            <w:gridSpan w:val="3"/>
            <w:tcBorders>
              <w:bottom w:val="nil"/>
            </w:tcBorders>
            <w:vAlign w:val="center"/>
          </w:tcPr>
          <w:p w:rsidR="00353246" w:rsidRPr="008356AD" w:rsidRDefault="00F66B0D" w:rsidP="00F66B0D">
            <w:r w:rsidRPr="008356AD">
              <w:t>Date</w:t>
            </w:r>
          </w:p>
        </w:tc>
      </w:tr>
      <w:tr w:rsidR="00353246" w:rsidRPr="008356AD" w:rsidTr="0068287C">
        <w:trPr>
          <w:trHeight w:hRule="exact" w:val="317"/>
          <w:jc w:val="center"/>
        </w:trPr>
        <w:tc>
          <w:tcPr>
            <w:tcW w:w="6866" w:type="dxa"/>
            <w:gridSpan w:val="8"/>
            <w:tcBorders>
              <w:top w:val="nil"/>
            </w:tcBorders>
            <w:vAlign w:val="center"/>
          </w:tcPr>
          <w:p w:rsidR="00353246" w:rsidRPr="008356AD" w:rsidRDefault="00353246" w:rsidP="00F66B0D"/>
        </w:tc>
        <w:tc>
          <w:tcPr>
            <w:tcW w:w="2854" w:type="dxa"/>
            <w:gridSpan w:val="3"/>
            <w:tcBorders>
              <w:top w:val="nil"/>
            </w:tcBorders>
            <w:vAlign w:val="center"/>
          </w:tcPr>
          <w:p w:rsidR="00353246" w:rsidRPr="008356AD" w:rsidRDefault="00353246" w:rsidP="00F66B0D"/>
        </w:tc>
      </w:tr>
    </w:tbl>
    <w:p w:rsidR="00DF6AC3" w:rsidRPr="00845CC3" w:rsidRDefault="00DF6AC3" w:rsidP="00845CC3"/>
    <w:p w:rsidR="005248B3" w:rsidRPr="00845CC3" w:rsidRDefault="005248B3" w:rsidP="00845CC3"/>
    <w:p w:rsidR="002B44B4" w:rsidRPr="00845CC3" w:rsidRDefault="002B44B4" w:rsidP="00845CC3">
      <w:r w:rsidRPr="00845CC3">
        <w:t xml:space="preserve">Please attach receipts for all listed expenses, sign </w:t>
      </w:r>
      <w:r w:rsidR="00B34BDF" w:rsidRPr="00845CC3">
        <w:t xml:space="preserve">the </w:t>
      </w:r>
      <w:r w:rsidRPr="00845CC3">
        <w:t xml:space="preserve">form and send to </w:t>
      </w:r>
      <w:r w:rsidR="00B34BDF" w:rsidRPr="00845CC3">
        <w:t xml:space="preserve">the </w:t>
      </w:r>
      <w:r w:rsidRPr="00845CC3">
        <w:t>Accounting Department.</w:t>
      </w:r>
    </w:p>
    <w:sectPr w:rsidR="002B44B4" w:rsidRPr="00845CC3" w:rsidSect="00F66B0D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C48"/>
    <w:rsid w:val="00002AFF"/>
    <w:rsid w:val="00004797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46CA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929"/>
    <w:rsid w:val="004B77D0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5102F"/>
    <w:rsid w:val="0055137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69EB"/>
    <w:rsid w:val="005A7670"/>
    <w:rsid w:val="005B4A22"/>
    <w:rsid w:val="005B7242"/>
    <w:rsid w:val="005B7A58"/>
    <w:rsid w:val="005C44E4"/>
    <w:rsid w:val="005D3E5E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3460"/>
    <w:rsid w:val="007F3715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71963"/>
    <w:rsid w:val="009724CD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42F0"/>
    <w:rsid w:val="009D4467"/>
    <w:rsid w:val="009E279D"/>
    <w:rsid w:val="009E3B74"/>
    <w:rsid w:val="009E485A"/>
    <w:rsid w:val="009E51B9"/>
    <w:rsid w:val="009F0262"/>
    <w:rsid w:val="009F32F0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6AA6"/>
    <w:rsid w:val="00CB72C7"/>
    <w:rsid w:val="00CC09A5"/>
    <w:rsid w:val="00CC1B79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2C48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CC3"/>
    <w:rPr>
      <w:rFonts w:ascii="Arial Narrow" w:hAnsi="Arial Narrow" w:cs="Arial"/>
      <w:color w:val="333333"/>
      <w:sz w:val="18"/>
      <w:lang w:val="en-US" w:eastAsia="en-US"/>
    </w:rPr>
  </w:style>
  <w:style w:type="paragraph" w:styleId="Heading1">
    <w:name w:val="heading 1"/>
    <w:basedOn w:val="Normal"/>
    <w:next w:val="Normal"/>
    <w:qFormat/>
    <w:rsid w:val="00F66B0D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1A21FE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826F3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NH\AppData\Roaming\Microsoft\Templates\Travel%20expens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</Template>
  <TotalTime>0</TotalTime>
  <Pages>1</Pages>
  <Words>477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Expenses</vt:lpstr>
    </vt:vector>
  </TitlesOfParts>
  <Company>Microsoft Corporation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YNH</dc:creator>
  <cp:lastModifiedBy>YNH</cp:lastModifiedBy>
  <cp:revision>1</cp:revision>
  <cp:lastPrinted>2006-12-07T05:02:00Z</cp:lastPrinted>
  <dcterms:created xsi:type="dcterms:W3CDTF">2010-05-30T03:42:00Z</dcterms:created>
  <dcterms:modified xsi:type="dcterms:W3CDTF">2010-05-30T03:42:00Z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